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CF5A8EC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3F00E0" w:rsidRPr="003F00E0">
        <w:rPr>
          <w:rFonts w:ascii="Corbel" w:hAnsi="Corbel"/>
          <w:i/>
          <w:smallCaps/>
          <w:sz w:val="24"/>
          <w:szCs w:val="24"/>
        </w:rPr>
        <w:t>202</w:t>
      </w:r>
      <w:r w:rsidR="004A0FED">
        <w:rPr>
          <w:rFonts w:ascii="Corbel" w:hAnsi="Corbel"/>
          <w:i/>
          <w:smallCaps/>
          <w:sz w:val="24"/>
          <w:szCs w:val="24"/>
        </w:rPr>
        <w:t>2</w:t>
      </w:r>
      <w:r w:rsidR="00200FE2" w:rsidRPr="003F00E0">
        <w:rPr>
          <w:rFonts w:ascii="Corbel" w:hAnsi="Corbel"/>
          <w:i/>
          <w:smallCaps/>
          <w:sz w:val="24"/>
          <w:szCs w:val="24"/>
        </w:rPr>
        <w:t>-202</w:t>
      </w:r>
      <w:r w:rsidR="004A0FED">
        <w:rPr>
          <w:rFonts w:ascii="Corbel" w:hAnsi="Corbel"/>
          <w:i/>
          <w:smallCaps/>
          <w:sz w:val="24"/>
          <w:szCs w:val="24"/>
        </w:rPr>
        <w:t>5</w:t>
      </w:r>
    </w:p>
    <w:p w14:paraId="2A94F79A" w14:textId="30A4AE80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4A0FED">
        <w:rPr>
          <w:rFonts w:ascii="Corbel" w:hAnsi="Corbel"/>
          <w:sz w:val="20"/>
          <w:szCs w:val="20"/>
        </w:rPr>
        <w:t>4</w:t>
      </w:r>
      <w:r w:rsidRPr="003F00E0">
        <w:rPr>
          <w:rFonts w:ascii="Corbel" w:hAnsi="Corbel"/>
          <w:sz w:val="20"/>
          <w:szCs w:val="20"/>
        </w:rPr>
        <w:t>/202</w:t>
      </w:r>
      <w:r w:rsidR="004A0FED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6457443E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</w:t>
            </w:r>
            <w:r w:rsidR="004C0536">
              <w:rPr>
                <w:rFonts w:ascii="Corbel" w:hAnsi="Corbel"/>
                <w:b w:val="0"/>
                <w:sz w:val="24"/>
                <w:szCs w:val="24"/>
                <w:lang w:val="en-GB"/>
              </w:rPr>
              <w:t>7</w:t>
            </w: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125B2AB" w:rsidR="00200FE2" w:rsidRPr="00C458CA" w:rsidRDefault="00C458CA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58C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EC2D34C" w:rsidR="00015B8F" w:rsidRPr="003F00E0" w:rsidRDefault="00C45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9ED923E" w:rsidR="00015B8F" w:rsidRPr="003F00E0" w:rsidRDefault="004C0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5B3DBA" w:rsidRPr="003F00E0" w:rsidRDefault="003F00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200FE2" w:rsidRPr="003F00E0">
        <w:rPr>
          <w:rFonts w:ascii="Corbel" w:hAnsi="Corbel"/>
          <w:b w:val="0"/>
          <w:smallCaps w:val="0"/>
          <w:szCs w:val="24"/>
        </w:rPr>
        <w:t>gzamin</w:t>
      </w:r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77777777" w:rsidR="0085747A" w:rsidRPr="003F00E0" w:rsidRDefault="00C61DC5" w:rsidP="008C62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00E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00E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15CFB583" w:rsidR="0085747A" w:rsidRPr="003F00E0" w:rsidRDefault="007350BD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462DDB55" w:rsidR="00C61DC5" w:rsidRPr="003F00E0" w:rsidRDefault="007350BD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112F0AA" w:rsidR="00C61DC5" w:rsidRPr="003F00E0" w:rsidRDefault="004B0802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lastRenderedPageBreak/>
              <w:t>Logistyka / Radosław Śliwka, Wojciech Rokicki, Tomasz Lus.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B5601" w14:textId="77777777" w:rsidR="009E351F" w:rsidRDefault="009E351F" w:rsidP="00C16ABF">
      <w:pPr>
        <w:spacing w:after="0" w:line="240" w:lineRule="auto"/>
      </w:pPr>
      <w:r>
        <w:separator/>
      </w:r>
    </w:p>
  </w:endnote>
  <w:endnote w:type="continuationSeparator" w:id="0">
    <w:p w14:paraId="70501A57" w14:textId="77777777" w:rsidR="009E351F" w:rsidRDefault="009E35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D4A96" w14:textId="77777777" w:rsidR="009E351F" w:rsidRDefault="009E351F" w:rsidP="00C16ABF">
      <w:pPr>
        <w:spacing w:after="0" w:line="240" w:lineRule="auto"/>
      </w:pPr>
      <w:r>
        <w:separator/>
      </w:r>
    </w:p>
  </w:footnote>
  <w:footnote w:type="continuationSeparator" w:id="0">
    <w:p w14:paraId="4B80FDD3" w14:textId="77777777" w:rsidR="009E351F" w:rsidRDefault="009E351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015898">
    <w:abstractNumId w:val="0"/>
  </w:num>
  <w:num w:numId="2" w16cid:durableId="1858693730">
    <w:abstractNumId w:val="2"/>
  </w:num>
  <w:num w:numId="3" w16cid:durableId="1295677491">
    <w:abstractNumId w:val="3"/>
  </w:num>
  <w:num w:numId="4" w16cid:durableId="191647378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E41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0FED"/>
    <w:rsid w:val="004A3EEA"/>
    <w:rsid w:val="004A4D1F"/>
    <w:rsid w:val="004B0802"/>
    <w:rsid w:val="004C0536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682"/>
    <w:rsid w:val="00734608"/>
    <w:rsid w:val="007350B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87822"/>
    <w:rsid w:val="008917F9"/>
    <w:rsid w:val="008A45F7"/>
    <w:rsid w:val="008C0CC0"/>
    <w:rsid w:val="008C19A9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51F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D7F08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458C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E1495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92B205-CA28-4844-A63E-25A8998BDF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A6F60-9F80-4392-A539-9EACFF88D7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C23D3E-003C-4985-AFFF-EB48C7564B5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966</Words>
  <Characters>5799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Szara Katarzyna</cp:lastModifiedBy>
  <cp:revision>23</cp:revision>
  <cp:lastPrinted>2017-02-15T21:41:00Z</cp:lastPrinted>
  <dcterms:created xsi:type="dcterms:W3CDTF">2020-12-04T17:07:00Z</dcterms:created>
  <dcterms:modified xsi:type="dcterms:W3CDTF">2022-05-31T20:32:00Z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